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90A44" w:rsidRDefault="005E0CED" w:rsidP="005E0CED">
      <w:pPr>
        <w:jc w:val="center"/>
      </w:pPr>
      <w:r>
        <w:rPr>
          <w:noProof/>
          <w:color w:val="0000FF"/>
        </w:rPr>
        <w:drawing>
          <wp:inline distT="0" distB="0" distL="0" distR="0" wp14:anchorId="6335BE04" wp14:editId="1559C33D">
            <wp:extent cx="3147060" cy="3360420"/>
            <wp:effectExtent l="0" t="0" r="0" b="0"/>
            <wp:docPr id="1" name="irc_mi" descr="Résultat de recherche d'images pour &quot;chiffre en tamoul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chiffre en tamoul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260" w:rsidRPr="00C90A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ED" w:rsidRDefault="005E0CED" w:rsidP="005E0CED">
      <w:r>
        <w:separator/>
      </w:r>
    </w:p>
  </w:endnote>
  <w:endnote w:type="continuationSeparator" w:id="0">
    <w:p w:rsidR="005E0CED" w:rsidRDefault="005E0CED" w:rsidP="005E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ED" w:rsidRDefault="005E0CE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ED" w:rsidRDefault="005E0CE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ED" w:rsidRDefault="005E0C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ED" w:rsidRDefault="005E0CED" w:rsidP="005E0CED">
      <w:r>
        <w:separator/>
      </w:r>
    </w:p>
  </w:footnote>
  <w:footnote w:type="continuationSeparator" w:id="0">
    <w:p w:rsidR="005E0CED" w:rsidRDefault="005E0CED" w:rsidP="005E0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ED" w:rsidRDefault="005E0CE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ED" w:rsidRPr="005E0CED" w:rsidRDefault="005E0CED" w:rsidP="005E0CED">
    <w:pPr>
      <w:pStyle w:val="En-tte"/>
      <w:jc w:val="center"/>
      <w:rPr>
        <w:b/>
        <w:u w:val="single"/>
      </w:rPr>
    </w:pPr>
    <w:r w:rsidRPr="005E0CED">
      <w:rPr>
        <w:b/>
        <w:u w:val="single"/>
      </w:rPr>
      <w:t>Chiffres en tamoul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ED" w:rsidRDefault="005E0CE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ED"/>
    <w:rsid w:val="0013656C"/>
    <w:rsid w:val="005E0CED"/>
    <w:rsid w:val="006B3802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5E0C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C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5E0C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0CED"/>
  </w:style>
  <w:style w:type="paragraph" w:styleId="Pieddepage">
    <w:name w:val="footer"/>
    <w:basedOn w:val="Normal"/>
    <w:link w:val="PieddepageCar"/>
    <w:rsid w:val="005E0C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E0C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5E0C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C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5E0C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0CED"/>
  </w:style>
  <w:style w:type="paragraph" w:styleId="Pieddepage">
    <w:name w:val="footer"/>
    <w:basedOn w:val="Normal"/>
    <w:link w:val="PieddepageCar"/>
    <w:rsid w:val="005E0C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E0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h/url?sa=i&amp;rct=j&amp;q=&amp;esrc=s&amp;source=images&amp;cd=&amp;ved=2ahUKEwjYq6udmbnjAhVP26QKHTV8CFUQjRx6BAgBEAU&amp;url=https://fr.dreamstime.com/illustration-stock-ensemble-d-ic-nes-monochromes-des-nombres-tamoul-image94966140&amp;psig=AOvVaw17hhExQLYPPRIN067ifu8w&amp;ust=156335813642205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242A-B072-4406-9C16-E8CF7BA0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E3FCD03.dotm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</cp:revision>
  <dcterms:created xsi:type="dcterms:W3CDTF">2019-07-16T10:10:00Z</dcterms:created>
  <dcterms:modified xsi:type="dcterms:W3CDTF">2019-07-16T10:10:00Z</dcterms:modified>
</cp:coreProperties>
</file>